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</w:rPr>
        <w:t>READING WRITTEN TEXT - PROSE</w:t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14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-156210</wp:posOffset>
                </wp:positionV>
                <wp:extent cx="2445385" cy="19050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1905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.45pt;margin-top:-12.3pt;width:192.55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-156210</wp:posOffset>
                </wp:positionV>
                <wp:extent cx="2448560" cy="0"/>
                <wp:effectExtent l="0" t="0" r="0" b="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85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12.3pt" to="193.1pt,-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" o:allowincell="f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33655</wp:posOffset>
                </wp:positionV>
                <wp:extent cx="2448560" cy="0"/>
                <wp:effectExtent l="0" t="0" r="0" b="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85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2.65pt" to="193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" o:allowincell="f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-158115</wp:posOffset>
                </wp:positionV>
                <wp:extent cx="0" cy="193675"/>
                <wp:effectExtent l="0" t="0" r="0" b="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-12.45pt" to=".4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" o:allowincell="f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2450465</wp:posOffset>
                </wp:positionH>
                <wp:positionV relativeFrom="paragraph">
                  <wp:posOffset>-158115</wp:posOffset>
                </wp:positionV>
                <wp:extent cx="0" cy="193675"/>
                <wp:effectExtent l="0" t="0" r="0" b="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95pt,-12.45pt" to="192.9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" o:allowincell="f" strokeweight=".25pt"/>
            </w:pict>
          </mc:Fallback>
        </mc:AlternateContent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Text A, “Time for a new flag”.</w:t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Suggested answers:</w:t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00"/>
        <w:gridCol w:w="1520"/>
        <w:gridCol w:w="60"/>
        <w:gridCol w:w="40"/>
        <w:gridCol w:w="3020"/>
        <w:gridCol w:w="3020"/>
        <w:gridCol w:w="3000"/>
        <w:gridCol w:w="30"/>
      </w:tblGrid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Question One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1. Analyse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gives 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As for Achievement AND </w:t>
            </w:r>
            <w:r>
              <w:rPr>
                <w:rFonts w:ascii="Arial" w:hAnsi="Arial" w:cs="Arial"/>
                <w:b/>
                <w:bCs/>
                <w:w w:val="97"/>
                <w:sz w:val="19"/>
                <w:szCs w:val="19"/>
              </w:rPr>
              <w:t>analyses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9"/>
                <w:szCs w:val="19"/>
              </w:rPr>
              <w:t>As for Merit and analyses in detail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how the writer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straightforward analysis </w:t>
            </w:r>
            <w:r>
              <w:rPr>
                <w:rFonts w:ascii="Arial" w:hAnsi="Arial" w:cs="Arial"/>
                <w:sz w:val="19"/>
                <w:szCs w:val="19"/>
              </w:rPr>
              <w:t>of ONE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the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effect</w:t>
            </w:r>
            <w:r>
              <w:rPr>
                <w:rFonts w:ascii="Arial" w:hAnsi="Arial" w:cs="Arial"/>
                <w:sz w:val="19"/>
                <w:szCs w:val="19"/>
              </w:rPr>
              <w:t xml:space="preserve"> on the target audience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9"/>
                <w:szCs w:val="19"/>
              </w:rPr>
              <w:t xml:space="preserve">/ or convincingly discusses </w:t>
            </w:r>
            <w:r>
              <w:rPr>
                <w:rFonts w:ascii="Arial" w:hAnsi="Arial" w:cs="Arial"/>
                <w:w w:val="90"/>
                <w:sz w:val="19"/>
                <w:szCs w:val="19"/>
              </w:rPr>
              <w:t>at least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particular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technique used by the writer to relate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of at least ONE technique used by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ONE technique used by the writer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techniques to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ideas to readers of ‘The New Zealand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writer to relate ideas to readers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relate ideas to readers of ‘The New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relate ideas to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Listener’ magazine with appropriate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‘The New Zealand Listener’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Zealand Listener’ magazine.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readers of ‘The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supporting evidence.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magazine.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 xml:space="preserve">discussion may include a </w:t>
            </w:r>
            <w:r>
              <w:rPr>
                <w:rFonts w:ascii="Arial" w:hAnsi="Arial" w:cs="Arial"/>
                <w:b/>
                <w:bCs/>
                <w:w w:val="91"/>
                <w:sz w:val="19"/>
                <w:szCs w:val="19"/>
              </w:rPr>
              <w:t>perceptive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New Zealand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notion of audience and technique(s)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Listener’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will be discussed in an integrated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magazine.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manner. A typical ‘E’ answer will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refer to 3 or more techniques.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Techniques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might include: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8" w:lineRule="exact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Answers below are a suggested, not an exclusive list. ‘E’ answers have been abbreviated.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vocabulary, use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stereotype,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Vocabulary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colloquialisms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Once having caught the reader’s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narrative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Colloquialisms and references to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and many references to well-known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attention by using common terms,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style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reader is encouraged to read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NZ icons is to make NZ readers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1"/>
                <w:szCs w:val="11"/>
                <w:u w:val="single"/>
              </w:rPr>
              <w:t>well-known NZ icons</w:t>
            </w:r>
            <w:r>
              <w:rPr>
                <w:rFonts w:ascii="Arial" w:hAnsi="Arial" w:cs="Arial"/>
                <w:sz w:val="11"/>
                <w:szCs w:val="11"/>
              </w:rPr>
              <w:t>: ‘koru’ / ‘silver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on and engage with the underlying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fern’ / ‘That’s okay’ / ‘show-offs’ /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easily able to relate to the text.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 your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‘Union Jack’ / ‘6.00pm news’ / ‘Willie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answer with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Apiata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’ / ‘Waitangi’(proper nouns).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specific details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from the text and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Pronouns</w:t>
            </w:r>
            <w:r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plural personal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Pronouns assist the reader to rely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explain how these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‘we’ (1st person plural)/ ‘us’.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pronouns is to suggest the writer is 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on the writer’s integrity, as the facts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details work to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fellow New Zealander, one of ‘us’.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mentioned are well-known in our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develop ideas.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 xml:space="preserve">collective national consciousness </w:t>
            </w:r>
            <w:proofErr w:type="spellStart"/>
            <w:r>
              <w:rPr>
                <w:rFonts w:ascii="Arial" w:hAnsi="Arial" w:cs="Arial"/>
                <w:w w:val="93"/>
                <w:sz w:val="19"/>
                <w:szCs w:val="19"/>
              </w:rPr>
              <w:t>eg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‘we don’t mind’ / ‘we live in an era.’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Stereotype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stereotypes is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descriptions of our ‘national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‘we tolerate success, rather than laud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that the majority of NZ readers will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psyche’ are relevant and applicable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it’ / ‘we like our heroes...’ / ‘we don’t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agree with that generalized picture of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most NZ readers. The writer’s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mind’ / ‘we shrug’ /’It is a rare New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ourselves.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editorial is aimed at the majority, not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Zealander’.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minority, hence stereotypes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appropriate.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‘Americans or Australians celebrate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effect of stereotyping the more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stereotyping other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..with flags, fireworks and festivities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emotional demonstrations of national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countries’ patriotism and our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(alliteration)- we shrug’.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pride is heightened by the opposite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reactions to such public displays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kiwi reaction -‘we shrug.’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supports the well-known ‘tall poppy’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syndrome New Zealanders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infamous for.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Narrative style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The effect of using a formal language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The writer combines the usual formal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Formal expressions / vocabulary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register is to reinforce the serious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tone of editorials which are usually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‘the national psyche’ / ‘laud’ / ‘angst’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topic and show that the writer has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not light-hearted with more idiomatic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‘symbolically’ / ‘taciturn’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well-thought-out points to make.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expressions (‘That’s okay’) which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gives the effect of authorial direct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address (‘how many is it again?’)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 if the writer is chatting to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reader. This use of two-tones would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help relate to readers of a range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intellects.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  <w:u w:val="single"/>
              </w:rPr>
              <w:t>Informal expressions / parenthetical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informal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 sarcastic tone is being used in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syntax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colloquial language is to more easily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interrogative ‘how many is it again?,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‘-with flags, fireworks and festivities-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relate to a range of readers.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because the writer is fully aware not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‘/‘-how many is it again?-‘ /’and, yes,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all New Zealanders know how many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pride’ /’True, this is..’/ ‘That’s okay.’/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stars our flag has.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‘stretching from their eyeballs to their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ears’.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-7800340</wp:posOffset>
                </wp:positionV>
                <wp:extent cx="0" cy="8618220"/>
                <wp:effectExtent l="0" t="0" r="0" b="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182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-614.2pt" to=".8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6837680</wp:posOffset>
                </wp:positionH>
                <wp:positionV relativeFrom="paragraph">
                  <wp:posOffset>-7800340</wp:posOffset>
                </wp:positionV>
                <wp:extent cx="0" cy="861822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182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8.4pt,-614.2pt" to="538.4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811530</wp:posOffset>
                </wp:positionV>
                <wp:extent cx="6840220" cy="0"/>
                <wp:effectExtent l="0" t="0" r="0" b="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3.9pt" to="538.9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-7613015</wp:posOffset>
                </wp:positionV>
                <wp:extent cx="0" cy="8430895"/>
                <wp:effectExtent l="0" t="0" r="0" b="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308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599.45pt" to="85.8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-5768340</wp:posOffset>
                </wp:positionV>
                <wp:extent cx="0" cy="6586220"/>
                <wp:effectExtent l="0" t="0" r="0" b="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862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454.2pt" to="237.0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-5768340</wp:posOffset>
                </wp:positionV>
                <wp:extent cx="0" cy="6586220"/>
                <wp:effectExtent l="0" t="0" r="0" b="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862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454.2pt" to="388.2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-7793990</wp:posOffset>
                </wp:positionV>
                <wp:extent cx="0" cy="311150"/>
                <wp:effectExtent l="0" t="0" r="0" b="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613.7pt" to="85.85pt,-5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-7798435</wp:posOffset>
                </wp:positionV>
                <wp:extent cx="0" cy="322580"/>
                <wp:effectExtent l="0" t="0" r="0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614.05pt" to="237.05pt,-5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-7790180</wp:posOffset>
                </wp:positionV>
                <wp:extent cx="0" cy="314325"/>
                <wp:effectExtent l="0" t="0" r="0" b="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613.4pt" to="388.2pt,-5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59055</wp:posOffset>
                </wp:positionV>
                <wp:extent cx="5760085" cy="0"/>
                <wp:effectExtent l="0" t="0" r="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5pt,4.65pt" to="538.9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" o:allowincell="f" strokeweight=".25pt"/>
            </w:pict>
          </mc:Fallback>
        </mc:AlternateContent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3000"/>
        <w:gridCol w:w="2260"/>
      </w:tblGrid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3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9"/>
                <w:sz w:val="16"/>
                <w:szCs w:val="16"/>
              </w:rPr>
              <w:t>Continued on page 3</w:t>
            </w:r>
          </w:p>
        </w:tc>
      </w:tr>
    </w:tbl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1181">
          <w:pgSz w:w="11900" w:h="16838"/>
          <w:pgMar w:top="393" w:right="560" w:bottom="22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697230</wp:posOffset>
            </wp:positionV>
            <wp:extent cx="283210" cy="283210"/>
            <wp:effectExtent l="0" t="0" r="2540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2</w:t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1181">
          <w:type w:val="continuous"/>
          <w:pgSz w:w="11900" w:h="16838"/>
          <w:pgMar w:top="393" w:right="5860" w:bottom="22" w:left="5880" w:header="720" w:footer="720" w:gutter="0"/>
          <w:cols w:space="720" w:equalWidth="0">
            <w:col w:w="16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40"/>
        <w:gridCol w:w="30"/>
        <w:gridCol w:w="240"/>
        <w:gridCol w:w="2760"/>
        <w:gridCol w:w="3020"/>
        <w:gridCol w:w="2980"/>
        <w:gridCol w:w="40"/>
        <w:gridCol w:w="30"/>
      </w:tblGrid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page3"/>
            <w:bookmarkEnd w:id="0"/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3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0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3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2"/>
              </w:rPr>
              <w:t>Describe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Language devices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interrogative /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Figurative devises such 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•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Interrogative ( ‘how many is it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question is to encourage readers to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metaphors in “lift wool prices”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again?’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think of an answer.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‘missiles’ at Waitangi, would be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•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Alliteration (‘flags, fireworks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Alliteration and assonance link sound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understood by New Zealanders.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festivities’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ideas and help narrative flow.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•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Assonance (‘angst or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ambivalence’)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Sentence structure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The effect of this (“sex”) paragraph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paragraph style is used in most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Each paragraph has a separate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style is to make it easier for readers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newspaper and magazine editorials.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idea, often in the classic formal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follow as this structure is very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It allows the editorial writer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syntax of a statement followed by an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common in formal persuasive writing.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develop a persuasive thesis, with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explanation and/or example.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both general and specific points,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eg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‘this is the national psyche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individual, national and international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(statement); ‘We tolerate success,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examples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rather than laud it(explanation);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 xml:space="preserve">‘Willie </w:t>
            </w:r>
            <w:proofErr w:type="spellStart"/>
            <w:r>
              <w:rPr>
                <w:rFonts w:ascii="Arial" w:hAnsi="Arial" w:cs="Arial"/>
                <w:w w:val="96"/>
                <w:sz w:val="19"/>
                <w:szCs w:val="19"/>
              </w:rPr>
              <w:t>Apiata</w:t>
            </w:r>
            <w:proofErr w:type="spellEnd"/>
            <w:r>
              <w:rPr>
                <w:rFonts w:ascii="Arial" w:hAnsi="Arial" w:cs="Arial"/>
                <w:w w:val="96"/>
                <w:sz w:val="19"/>
                <w:szCs w:val="19"/>
              </w:rPr>
              <w:t xml:space="preserve"> has scarcely spoken..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that’s okay’ (example).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74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Question Two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right="3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0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74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7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3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2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3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7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2. Analyse how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gives 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9"/>
                <w:szCs w:val="19"/>
              </w:rPr>
              <w:t xml:space="preserve">As for Achievement AND </w:t>
            </w:r>
            <w:r>
              <w:rPr>
                <w:rFonts w:ascii="Arial" w:hAnsi="Arial" w:cs="Arial"/>
                <w:b/>
                <w:bCs/>
                <w:w w:val="89"/>
                <w:sz w:val="19"/>
                <w:szCs w:val="19"/>
              </w:rPr>
              <w:t>analyses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9"/>
                <w:szCs w:val="19"/>
              </w:rPr>
              <w:t>As for Merit and analyses in detail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AND why the writer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straightforward analysis </w:t>
            </w:r>
            <w:r>
              <w:rPr>
                <w:rFonts w:ascii="Arial" w:hAnsi="Arial" w:cs="Arial"/>
                <w:sz w:val="19"/>
                <w:szCs w:val="19"/>
              </w:rPr>
              <w:t>of ONE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9"/>
                <w:szCs w:val="19"/>
              </w:rPr>
              <w:t xml:space="preserve">the </w:t>
            </w:r>
            <w:r>
              <w:rPr>
                <w:rFonts w:ascii="Arial" w:hAnsi="Arial" w:cs="Arial"/>
                <w:b/>
                <w:bCs/>
                <w:w w:val="90"/>
                <w:sz w:val="19"/>
                <w:szCs w:val="19"/>
              </w:rPr>
              <w:t>effect</w:t>
            </w:r>
            <w:r>
              <w:rPr>
                <w:rFonts w:ascii="Arial" w:hAnsi="Arial" w:cs="Arial"/>
                <w:w w:val="90"/>
                <w:sz w:val="19"/>
                <w:szCs w:val="19"/>
              </w:rPr>
              <w:t xml:space="preserve"> on the target audience of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9"/>
                <w:szCs w:val="19"/>
              </w:rPr>
              <w:t xml:space="preserve">/ or convincingly discusses </w:t>
            </w:r>
            <w:r>
              <w:rPr>
                <w:rFonts w:ascii="Arial" w:hAnsi="Arial" w:cs="Arial"/>
                <w:w w:val="90"/>
                <w:sz w:val="19"/>
                <w:szCs w:val="19"/>
              </w:rPr>
              <w:t>at least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develops the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 used by the writer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9"/>
                <w:szCs w:val="19"/>
              </w:rPr>
              <w:t>at least ONE technique used by the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ONE technique used by the writer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argument </w:t>
            </w:r>
            <w:r>
              <w:rPr>
                <w:rFonts w:ascii="Arial" w:hAnsi="Arial" w:cs="Arial"/>
                <w:sz w:val="19"/>
                <w:szCs w:val="19"/>
              </w:rPr>
              <w:t>that it is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develop the argument that it is time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writer to develop the argument that it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develop the argument that it is time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9"/>
                <w:szCs w:val="19"/>
              </w:rPr>
              <w:t>time for a different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for a different flag.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is time for a different flag.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for a different flag.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flag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discussion may include 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/>
        </w:trPr>
        <w:tc>
          <w:tcPr>
            <w:tcW w:w="174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 your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74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perceptive </w:t>
            </w:r>
            <w:r>
              <w:rPr>
                <w:rFonts w:ascii="Arial" w:hAnsi="Arial" w:cs="Arial"/>
                <w:sz w:val="19"/>
                <w:szCs w:val="19"/>
              </w:rPr>
              <w:t>notion of audience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answer with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techniques will be discussed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specific details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 an integrated manner. A typical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from the text and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‘E’ answer will refer to 3 or more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explain how these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"/>
        </w:trPr>
        <w:tc>
          <w:tcPr>
            <w:tcW w:w="17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details work to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174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develop ideas.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7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Answers below are a suggested, not an exclusive list. ‘E’ answers have been abbreviated.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74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  <w:u w:val="single"/>
              </w:rPr>
              <w:t>Contrasting ideas / balanced syntax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balanced and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antithetical phrasing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/ antithetical or triple expressions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contrasting points is that the writer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supports the idea of a </w:t>
            </w:r>
            <w:r>
              <w:rPr>
                <w:rFonts w:ascii="Arial" w:hAnsi="Arial" w:cs="Arial"/>
                <w:sz w:val="19"/>
                <w:szCs w:val="19"/>
                <w:u w:val="single"/>
              </w:rPr>
              <w:t>dialectic</w:t>
            </w:r>
            <w:r>
              <w:rPr>
                <w:rFonts w:ascii="Arial" w:hAnsi="Arial" w:cs="Arial"/>
                <w:sz w:val="19"/>
                <w:szCs w:val="19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‘not of…but of’ / ‘more joy…less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 xml:space="preserve">can </w:t>
            </w:r>
            <w:r>
              <w:rPr>
                <w:rFonts w:ascii="Arial" w:hAnsi="Arial" w:cs="Arial"/>
                <w:w w:val="98"/>
                <w:sz w:val="19"/>
                <w:szCs w:val="19"/>
                <w:u w:val="single"/>
              </w:rPr>
              <w:t>give both points of view</w:t>
            </w:r>
            <w:r>
              <w:rPr>
                <w:rFonts w:ascii="Arial" w:hAnsi="Arial" w:cs="Arial"/>
                <w:w w:val="98"/>
                <w:sz w:val="19"/>
                <w:szCs w:val="19"/>
              </w:rPr>
              <w:t xml:space="preserve"> on the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where the writer can put both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angst’ /’would not decrease…but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various angles given.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arguments or offer contrasting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would undoubtedly help’ / ‘just as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examples, </w:t>
            </w:r>
            <w:r>
              <w:rPr>
                <w:rFonts w:ascii="Arial" w:hAnsi="Arial" w:cs="Arial"/>
                <w:sz w:val="19"/>
                <w:szCs w:val="19"/>
                <w:u w:val="single"/>
              </w:rPr>
              <w:t>making the case more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we have…Canada had’/’the leaf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convincing</w:t>
            </w:r>
            <w:r>
              <w:rPr>
                <w:rFonts w:ascii="Arial" w:hAnsi="Arial" w:cs="Arial"/>
                <w:sz w:val="19"/>
                <w:szCs w:val="19"/>
              </w:rPr>
              <w:t xml:space="preserve"> by coming up with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says…does not say’ / ‘should do…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‘rebuttal’ for possible counter-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does not’/ ‘would not decrease…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arguments.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improve…or lift’)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Paragraphed / planned structure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effect of using well-thought out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setting up then ‘</w:t>
            </w:r>
            <w:r>
              <w:rPr>
                <w:rFonts w:ascii="Arial" w:hAnsi="Arial" w:cs="Arial"/>
                <w:sz w:val="19"/>
                <w:szCs w:val="19"/>
                <w:u w:val="single"/>
              </w:rPr>
              <w:t>negatives</w:t>
            </w:r>
            <w:r>
              <w:rPr>
                <w:rFonts w:ascii="Arial" w:hAnsi="Arial" w:cs="Arial"/>
                <w:sz w:val="19"/>
                <w:szCs w:val="19"/>
              </w:rPr>
              <w:t>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and layout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structure with an example for each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about the way we think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•   The ‘ambivalence’ ideas of par’s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point is that the reader thinks the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ourselves as ‘kiwis’ in the first 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1-4 develop into the ‘flag’ ideas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writer has thought a lot about the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paragraphs, the writer can then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par’s 5-8.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topic and has </w:t>
            </w:r>
            <w:r>
              <w:rPr>
                <w:rFonts w:ascii="Arial" w:hAnsi="Arial" w:cs="Arial"/>
                <w:sz w:val="19"/>
                <w:szCs w:val="19"/>
                <w:u w:val="single"/>
              </w:rPr>
              <w:t>evidence</w:t>
            </w:r>
            <w:r>
              <w:rPr>
                <w:rFonts w:ascii="Arial" w:hAnsi="Arial" w:cs="Arial"/>
                <w:sz w:val="19"/>
                <w:szCs w:val="19"/>
              </w:rPr>
              <w:t xml:space="preserve"> that a new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use the final 4 paragraphs to give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•  Lead sentences developed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flag would be desirable.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 more ‘</w:t>
            </w:r>
            <w:r>
              <w:rPr>
                <w:rFonts w:ascii="Arial" w:hAnsi="Arial" w:cs="Arial"/>
                <w:sz w:val="19"/>
                <w:szCs w:val="19"/>
                <w:u w:val="single"/>
              </w:rPr>
              <w:t>affirmative</w:t>
            </w:r>
            <w:r>
              <w:rPr>
                <w:rFonts w:ascii="Arial" w:hAnsi="Arial" w:cs="Arial"/>
                <w:sz w:val="19"/>
                <w:szCs w:val="19"/>
              </w:rPr>
              <w:t>’ option-a new-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exemplified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look national flag. The structure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encourages the reader (visually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 xml:space="preserve">mentally) to </w:t>
            </w:r>
            <w:r>
              <w:rPr>
                <w:rFonts w:ascii="Arial" w:hAnsi="Arial" w:cs="Arial"/>
                <w:w w:val="99"/>
                <w:sz w:val="19"/>
                <w:szCs w:val="19"/>
                <w:u w:val="single"/>
              </w:rPr>
              <w:t>follow the steps of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  <w:u w:val="single"/>
              </w:rPr>
              <w:t>overall case</w:t>
            </w:r>
            <w:r>
              <w:rPr>
                <w:rFonts w:ascii="Arial" w:hAnsi="Arial" w:cs="Arial"/>
                <w:w w:val="98"/>
                <w:sz w:val="19"/>
                <w:szCs w:val="19"/>
              </w:rPr>
              <w:t>, so by the time we get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to the last sentence we are inclined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agree.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Declarative sentences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declarative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‘De-personalising’ the argument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‘It is overdue’/ ‘It would help us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sentences is to make the ideas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helps give authority to the ideas. By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focus’/ ‘Waitangi Day is a day of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appear as if they are commonly held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avoiding the first person singular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ambivalence’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etc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beliefs.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pronoun ‘I’ (as in ‘I think…’), it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sounds as if the points are matters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fact, not just opinions.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Repetition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Repeating the same words helps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repetition of the same words,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‘It is time...it is time’ /’our flag…our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emphasise the point.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can link the idea of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flag’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‘problem’ (‘it is time to raise our level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of pride’) with the ‘solution’(‘it is time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fly a fresh flag’).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4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4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1181">
          <w:pgSz w:w="11900" w:h="16838"/>
          <w:pgMar w:top="379" w:right="560" w:bottom="22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41275</wp:posOffset>
            </wp:positionV>
            <wp:extent cx="283210" cy="283210"/>
            <wp:effectExtent l="0" t="0" r="2540" b="2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-9966960</wp:posOffset>
                </wp:positionV>
                <wp:extent cx="0" cy="311150"/>
                <wp:effectExtent l="0" t="0" r="0" b="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784.8pt" to="85.85pt,-7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-9971405</wp:posOffset>
                </wp:positionV>
                <wp:extent cx="0" cy="32258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785.15pt" to="237.05pt,-7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-9963150</wp:posOffset>
                </wp:positionV>
                <wp:extent cx="0" cy="314325"/>
                <wp:effectExtent l="0" t="0" r="0" b="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784.5pt" to="388.2pt,-7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-7209790</wp:posOffset>
                </wp:positionV>
                <wp:extent cx="0" cy="31115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567.7pt" to="85.85pt,-5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-7214870</wp:posOffset>
                </wp:positionV>
                <wp:extent cx="0" cy="323215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568.1pt" to="237.05pt,-5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-7205980</wp:posOffset>
                </wp:positionV>
                <wp:extent cx="0" cy="31369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6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567.4pt" to="388.2pt,-5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" o:allowincell="f" strokecolor="white" strokeweight="1pt"/>
            </w:pict>
          </mc:Fallback>
        </mc:AlternateContent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4"/>
          <w:szCs w:val="24"/>
        </w:rPr>
      </w:pP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3</w:t>
      </w:r>
    </w:p>
    <w:p w:rsidR="007A1181" w:rsidRDefault="007A1181" w:rsidP="007A118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1181">
          <w:type w:val="continuous"/>
          <w:pgSz w:w="11900" w:h="16838"/>
          <w:pgMar w:top="379" w:right="5860" w:bottom="22" w:left="5880" w:header="720" w:footer="720" w:gutter="0"/>
          <w:cols w:space="720" w:equalWidth="0">
            <w:col w:w="16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640"/>
        <w:gridCol w:w="2980"/>
        <w:gridCol w:w="3120"/>
        <w:gridCol w:w="3000"/>
        <w:gridCol w:w="20"/>
        <w:gridCol w:w="20"/>
      </w:tblGrid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1" w:name="page4"/>
            <w:bookmarkEnd w:id="1"/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Question Two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3" w:lineRule="exact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 xml:space="preserve">Generalizations / </w:t>
            </w:r>
            <w:proofErr w:type="spellStart"/>
            <w:r>
              <w:rPr>
                <w:rFonts w:ascii="Arial" w:hAnsi="Arial" w:cs="Arial"/>
                <w:sz w:val="19"/>
                <w:szCs w:val="19"/>
                <w:u w:val="single"/>
              </w:rPr>
              <w:t>hyberbole</w:t>
            </w:r>
            <w:proofErr w:type="spellEnd"/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The effect of using generalizations is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NZ Listener is a major national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‘We tolerate success’ / ‘we shrug’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give the argument wide appeal.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magazine, and with a wide target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2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[the Canadian flag] ‘signals that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audience the writer has to use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this is a country whose people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generalizations to more easily relate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understand what it means to be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a range of readers.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1181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Canadian’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181" w:rsidRDefault="007A1181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F5B0B" w:rsidRDefault="007A1181">
      <w:bookmarkStart w:id="2" w:name="_GoBack"/>
      <w:bookmarkEnd w:id="2"/>
    </w:p>
    <w:sectPr w:rsidR="006F5B0B" w:rsidSect="007A11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81"/>
    <w:rsid w:val="005303CD"/>
    <w:rsid w:val="007A1181"/>
    <w:rsid w:val="008D0CF2"/>
    <w:rsid w:val="0099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5A544C8-567C-4CE8-A742-484D44E6A38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</TotalTime>
  <Pages>3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Otaki College</Company>
  <LinksUpToDate>false</LinksUpToDate>
  <CharactersWithSpaces>10056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Wilson</dc:creator>
  <cp:lastModifiedBy>Jessica Wilson</cp:lastModifiedBy>
  <cp:revision>1</cp:revision>
  <dcterms:created xsi:type="dcterms:W3CDTF">2012-10-17T05:32:00Z</dcterms:created>
  <dcterms:modified xsi:type="dcterms:W3CDTF">2012-10-17T05:34:00Z</dcterms:modified>
</cp:coreProperties>
</file>